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CD6897" w14:paraId="592DFCF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44F4CF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0148EF36" w14:textId="48470DB4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829B0" w:rsidR="006702ED">
        <w:rPr>
          <w:rFonts w:ascii="Corbel" w:hAnsi="Corbel"/>
          <w:b/>
          <w:smallCaps/>
          <w:sz w:val="24"/>
          <w:szCs w:val="24"/>
        </w:rPr>
        <w:t>202</w:t>
      </w:r>
      <w:r w:rsidR="00343FB1">
        <w:rPr>
          <w:rFonts w:ascii="Corbel" w:hAnsi="Corbel"/>
          <w:b/>
          <w:smallCaps/>
          <w:sz w:val="24"/>
          <w:szCs w:val="24"/>
        </w:rPr>
        <w:t>2</w:t>
      </w:r>
      <w:r w:rsidRPr="002829B0" w:rsidR="006702ED">
        <w:rPr>
          <w:rFonts w:ascii="Corbel" w:hAnsi="Corbel"/>
          <w:b/>
          <w:smallCaps/>
          <w:sz w:val="24"/>
          <w:szCs w:val="24"/>
        </w:rPr>
        <w:t>-202</w:t>
      </w:r>
      <w:r w:rsidR="00A25910">
        <w:rPr>
          <w:rFonts w:ascii="Corbel" w:hAnsi="Corbel"/>
          <w:b/>
          <w:smallCaps/>
          <w:sz w:val="24"/>
          <w:szCs w:val="24"/>
        </w:rPr>
        <w:t>5</w:t>
      </w:r>
      <w:r w:rsidRPr="002829B0" w:rsidR="006702ED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EA4832" w:rsidR="006702ED" w:rsidP="0090218C" w:rsidRDefault="00445970" w14:paraId="660D9CAB" w14:textId="2D053F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Pr="002829B0" w:rsidR="006702ED">
        <w:rPr>
          <w:rFonts w:ascii="Corbel" w:hAnsi="Corbel"/>
          <w:sz w:val="20"/>
          <w:szCs w:val="20"/>
        </w:rPr>
        <w:t>202</w:t>
      </w:r>
      <w:r w:rsidR="00343FB1">
        <w:rPr>
          <w:rFonts w:ascii="Corbel" w:hAnsi="Corbel"/>
          <w:sz w:val="20"/>
          <w:szCs w:val="20"/>
        </w:rPr>
        <w:t>3</w:t>
      </w:r>
      <w:r w:rsidRPr="002829B0" w:rsidR="006702ED">
        <w:rPr>
          <w:rFonts w:ascii="Corbel" w:hAnsi="Corbel"/>
          <w:sz w:val="20"/>
          <w:szCs w:val="20"/>
        </w:rPr>
        <w:t>/202</w:t>
      </w:r>
      <w:r w:rsidR="00343FB1">
        <w:rPr>
          <w:rFonts w:ascii="Corbel" w:hAnsi="Corbel"/>
          <w:sz w:val="20"/>
          <w:szCs w:val="20"/>
        </w:rPr>
        <w:t>4</w:t>
      </w:r>
    </w:p>
    <w:p w:rsidRPr="00EA4832" w:rsidR="00445970" w:rsidP="00EA4832" w:rsidRDefault="00445970" w14:paraId="334032D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28C9EA6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F4923AF" w14:paraId="49A96D1C" w14:textId="77777777">
        <w:tc>
          <w:tcPr>
            <w:tcW w:w="2694" w:type="dxa"/>
            <w:vAlign w:val="center"/>
          </w:tcPr>
          <w:p w:rsidRPr="009C54AE" w:rsidR="0085747A" w:rsidP="009C54AE" w:rsidRDefault="00C05F44" w14:paraId="653355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02ED" w14:paraId="7D65E90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Pr="009C54AE" w:rsidR="0085747A" w:rsidTr="0F4923AF" w14:paraId="6EFF5C7C" w14:textId="77777777">
        <w:tc>
          <w:tcPr>
            <w:tcW w:w="2694" w:type="dxa"/>
            <w:vAlign w:val="center"/>
          </w:tcPr>
          <w:p w:rsidRPr="009C54AE" w:rsidR="0085747A" w:rsidP="009C54AE" w:rsidRDefault="00C05F44" w14:paraId="03CBB4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10EF9" w14:paraId="38DC1ADD" w14:textId="22D494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Pr="009C54AE" w:rsidR="0085747A" w:rsidTr="0F4923AF" w14:paraId="2C324953" w14:textId="77777777">
        <w:tc>
          <w:tcPr>
            <w:tcW w:w="2694" w:type="dxa"/>
            <w:vAlign w:val="center"/>
          </w:tcPr>
          <w:p w:rsidRPr="009C54AE" w:rsidR="0085747A" w:rsidP="00EA4832" w:rsidRDefault="0017512A" w14:paraId="558BF6D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58937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F4923AF" w14:paraId="076A9D0B" w14:textId="77777777">
        <w:tc>
          <w:tcPr>
            <w:tcW w:w="2694" w:type="dxa"/>
            <w:vAlign w:val="center"/>
          </w:tcPr>
          <w:p w:rsidRPr="009C54AE" w:rsidR="0085747A" w:rsidP="009C54AE" w:rsidRDefault="0085747A" w14:paraId="2033B5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2714E" w14:paraId="7AD2E365" w14:textId="1D3CC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F4923AF" w14:paraId="5007B77B" w14:textId="77777777">
        <w:tc>
          <w:tcPr>
            <w:tcW w:w="2694" w:type="dxa"/>
            <w:vAlign w:val="center"/>
          </w:tcPr>
          <w:p w:rsidRPr="009C54AE" w:rsidR="0085747A" w:rsidP="009C54AE" w:rsidRDefault="0085747A" w14:paraId="201772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02ED" w14:paraId="3E90B1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F4923AF" w14:paraId="6C0CE900" w14:textId="77777777">
        <w:tc>
          <w:tcPr>
            <w:tcW w:w="2694" w:type="dxa"/>
            <w:vAlign w:val="center"/>
          </w:tcPr>
          <w:p w:rsidRPr="009C54AE" w:rsidR="0085747A" w:rsidP="009C54AE" w:rsidRDefault="00DE4A14" w14:paraId="5316BB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32714E" w:rsidR="0085747A" w:rsidP="009C54AE" w:rsidRDefault="0017512A" w14:paraId="2A1E6B73" w14:textId="555C0E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Pr="0032714E" w:rsid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9C54AE" w:rsidR="0085747A" w:rsidTr="0F4923AF" w14:paraId="1891C321" w14:textId="77777777">
        <w:tc>
          <w:tcPr>
            <w:tcW w:w="2694" w:type="dxa"/>
            <w:vAlign w:val="center"/>
          </w:tcPr>
          <w:p w:rsidRPr="009C54AE" w:rsidR="0085747A" w:rsidP="009C54AE" w:rsidRDefault="0085747A" w14:paraId="465397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32714E" w:rsidR="0085747A" w:rsidP="009C54AE" w:rsidRDefault="0017512A" w14:paraId="0FD925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F4923AF" w14:paraId="3EFDCB1B" w14:textId="77777777">
        <w:tc>
          <w:tcPr>
            <w:tcW w:w="2694" w:type="dxa"/>
            <w:vAlign w:val="center"/>
          </w:tcPr>
          <w:p w:rsidRPr="009C54AE" w:rsidR="0085747A" w:rsidP="009C54AE" w:rsidRDefault="0085747A" w14:paraId="2AF799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478F5" w:rsidR="0085747A" w:rsidP="009C54AE" w:rsidRDefault="00B478F5" w14:paraId="77C440FB" w14:textId="045F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478F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0F4923AF" w14:paraId="4C3ADEF3" w14:textId="77777777">
        <w:tc>
          <w:tcPr>
            <w:tcW w:w="2694" w:type="dxa"/>
            <w:vAlign w:val="center"/>
          </w:tcPr>
          <w:p w:rsidRPr="009C54AE" w:rsidR="0085747A" w:rsidP="009C54AE" w:rsidRDefault="0085747A" w14:paraId="296590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4D6FEA" w:rsidRDefault="004D6FEA" w14:paraId="385C6927" w14:textId="565043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0F4923AF" w14:paraId="778C3421" w14:textId="77777777">
        <w:tc>
          <w:tcPr>
            <w:tcW w:w="2694" w:type="dxa"/>
            <w:vAlign w:val="center"/>
          </w:tcPr>
          <w:p w:rsidRPr="009C54AE" w:rsidR="0085747A" w:rsidP="009C54AE" w:rsidRDefault="0085747A" w14:paraId="0987EB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D6FEA" w14:paraId="3E69AFDB" w14:textId="495FF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F4923AF" w14:paraId="2EE817AF" w14:textId="77777777">
        <w:tc>
          <w:tcPr>
            <w:tcW w:w="2694" w:type="dxa"/>
            <w:vAlign w:val="center"/>
          </w:tcPr>
          <w:p w:rsidRPr="009C54AE" w:rsidR="00923D7D" w:rsidP="009C54AE" w:rsidRDefault="00923D7D" w14:paraId="58B8D2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6702ED" w14:paraId="456E2E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6702ED" w:rsidTr="0F4923AF" w14:paraId="26BC026B" w14:textId="77777777">
        <w:tc>
          <w:tcPr>
            <w:tcW w:w="2694" w:type="dxa"/>
            <w:vAlign w:val="center"/>
          </w:tcPr>
          <w:p w:rsidRPr="009C54AE" w:rsidR="006702ED" w:rsidP="006702ED" w:rsidRDefault="006702ED" w14:paraId="18E17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6702ED" w:rsidP="006702ED" w:rsidRDefault="006702ED" w14:paraId="1BEB23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Pr="009C54AE" w:rsidR="006702ED" w:rsidTr="0F4923AF" w14:paraId="1DF69C46" w14:textId="77777777">
        <w:tc>
          <w:tcPr>
            <w:tcW w:w="2694" w:type="dxa"/>
            <w:vAlign w:val="center"/>
          </w:tcPr>
          <w:p w:rsidRPr="009C54AE" w:rsidR="006702ED" w:rsidP="006702ED" w:rsidRDefault="006702ED" w14:paraId="15B57E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6702ED" w:rsidP="3734B865" w:rsidRDefault="006702ED" w14:paraId="6EB7D86C" w14:textId="0FEF3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Pr="0F4923AF" w:rsidR="00343F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F4923AF" w:rsidR="5FA2B97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4BB019A2" w:rsidR="00B2136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4BB019A2" w:rsidR="00B21363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18D5F8C8" w14:textId="0E83105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140265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50C579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6702ED" w14:paraId="66DFBF4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587F5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DD10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AE154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16E2B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945F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91212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56874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41A2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1373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D3C17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5347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6702ED" w14:paraId="6858C17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702ED" w14:paraId="30BAE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478F5" w14:paraId="0C609D96" w14:textId="320ADF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118AA" w14:paraId="718A3996" w14:textId="5A2EF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D035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9747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ABE5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8CD2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866E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4B03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C3842" w14:paraId="10C81EF8" w14:textId="4A3365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30030D5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0234F9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5B057C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C55FBF" w:rsidR="0090218C" w:rsidP="0090218C" w:rsidRDefault="0090218C" w14:paraId="59F797F8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C55FBF">
        <w:rPr>
          <w:rStyle w:val="normaltextrun"/>
          <w:rFonts w:ascii="Wingdings" w:hAnsi="Wingdings" w:eastAsia="Wingdings" w:cs="Wingdings"/>
        </w:rPr>
        <w:t>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90218C" w:rsidP="0090218C" w:rsidRDefault="0090218C" w14:paraId="0A8DF411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7A21A4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7AAC78A" w14:textId="767797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D654F" w:rsidR="006702ED" w:rsidP="006702ED" w:rsidRDefault="006702ED" w14:paraId="78F1AC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 xml:space="preserve">Egzamin, zaliczenie z oceną </w:t>
      </w:r>
    </w:p>
    <w:p w:rsidR="00E960BB" w:rsidP="009C54AE" w:rsidRDefault="00E960BB" w14:paraId="6A7669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BBB500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390A909" w14:textId="77777777">
        <w:tc>
          <w:tcPr>
            <w:tcW w:w="9670" w:type="dxa"/>
          </w:tcPr>
          <w:p w:rsidRPr="009C54AE" w:rsidR="0085747A" w:rsidP="009C54AE" w:rsidRDefault="006702ED" w14:paraId="3BFB3E7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:rsidRPr="009C54AE" w:rsidR="0085747A" w:rsidP="009C54AE" w:rsidRDefault="0085747A" w14:paraId="309948F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5FB183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80BDF8A" w14:textId="64FF157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3A8B7D0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4489C3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9C8FB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9C54AE" w:rsidR="006702ED" w:rsidTr="006702ED" w14:paraId="1E8BDCEE" w14:textId="77777777">
        <w:tc>
          <w:tcPr>
            <w:tcW w:w="841" w:type="dxa"/>
            <w:vAlign w:val="center"/>
          </w:tcPr>
          <w:p w:rsidRPr="002623F7" w:rsidR="006702ED" w:rsidP="006702ED" w:rsidRDefault="006702ED" w14:paraId="514234C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73EE7859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Pr="009C54AE" w:rsidR="006702ED" w:rsidTr="006702ED" w14:paraId="41214CC7" w14:textId="77777777">
        <w:tc>
          <w:tcPr>
            <w:tcW w:w="841" w:type="dxa"/>
            <w:vAlign w:val="center"/>
          </w:tcPr>
          <w:p w:rsidRPr="002623F7" w:rsidR="006702ED" w:rsidP="006702ED" w:rsidRDefault="006702ED" w14:paraId="76A74DD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0B61C7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Pr="009C54AE" w:rsidR="006702ED" w:rsidTr="006702ED" w14:paraId="7D05DFBB" w14:textId="77777777">
        <w:tc>
          <w:tcPr>
            <w:tcW w:w="841" w:type="dxa"/>
            <w:vAlign w:val="center"/>
          </w:tcPr>
          <w:p w:rsidRPr="002623F7" w:rsidR="006702ED" w:rsidP="006702ED" w:rsidRDefault="006702ED" w14:paraId="358B37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38DFCE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Pr="009C54AE" w:rsidR="006702ED" w:rsidTr="006702ED" w14:paraId="611DD207" w14:textId="77777777">
        <w:tc>
          <w:tcPr>
            <w:tcW w:w="841" w:type="dxa"/>
            <w:vAlign w:val="center"/>
          </w:tcPr>
          <w:p w:rsidRPr="002623F7" w:rsidR="006702ED" w:rsidP="006702ED" w:rsidRDefault="006702ED" w14:paraId="6564F77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Pr="0094491A" w:rsidR="006702ED" w:rsidP="006702ED" w:rsidRDefault="006702ED" w14:paraId="6D75F3F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00F3B7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3695E2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C4D1BA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81A4538" w14:paraId="3AD3C8E1" w14:textId="77777777">
        <w:tc>
          <w:tcPr>
            <w:tcW w:w="1681" w:type="dxa"/>
            <w:vAlign w:val="center"/>
          </w:tcPr>
          <w:p w:rsidRPr="009C54AE" w:rsidR="0085747A" w:rsidP="009C54AE" w:rsidRDefault="0085747A" w14:paraId="252A1B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B719F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0F4CFC7" w14:textId="39CCA5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2E2C01" w:rsidTr="581A4538" w14:paraId="5ABA4ADD" w14:textId="77777777">
        <w:tc>
          <w:tcPr>
            <w:tcW w:w="1681" w:type="dxa"/>
            <w:vAlign w:val="center"/>
          </w:tcPr>
          <w:p w:rsidRPr="00E42D65" w:rsidR="002E2C01" w:rsidP="002E2C01" w:rsidRDefault="002E2C01" w14:paraId="69CE33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:rsidRPr="009C54AE" w:rsidR="002E2C01" w:rsidP="002E2C01" w:rsidRDefault="002E2C01" w14:paraId="2697FF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:rsidRPr="009C54AE" w:rsidR="002E2C01" w:rsidP="00E30329" w:rsidRDefault="002E2C01" w14:paraId="30201B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2E2C01" w:rsidTr="581A4538" w14:paraId="1C043F3C" w14:textId="77777777">
        <w:tc>
          <w:tcPr>
            <w:tcW w:w="1681" w:type="dxa"/>
          </w:tcPr>
          <w:p w:rsidRPr="009C54AE" w:rsidR="002E2C01" w:rsidP="002E2C01" w:rsidRDefault="002E2C01" w14:paraId="37D6E0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2E2C01" w:rsidP="581A4538" w:rsidRDefault="002E2C01" w14:paraId="496684B1" w14:textId="695581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Pr="581A4538" w:rsidR="1517CE3B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:rsidRPr="002E2C01" w:rsidR="002E2C01" w:rsidP="00E30329" w:rsidRDefault="002E2C01" w14:paraId="7CFD5B08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:rsidRPr="002E2C01" w:rsidR="002E2C01" w:rsidP="00E30329" w:rsidRDefault="002E2C01" w14:paraId="1E9A2ED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Pr="009C54AE" w:rsidR="002E2C01" w:rsidTr="581A4538" w14:paraId="281DDB2D" w14:textId="77777777">
        <w:tc>
          <w:tcPr>
            <w:tcW w:w="1681" w:type="dxa"/>
          </w:tcPr>
          <w:p w:rsidRPr="009C54AE" w:rsidR="002E2C01" w:rsidP="002E2C01" w:rsidRDefault="002E2C01" w14:paraId="69FA9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1D2387" w:rsidR="002E2C01" w:rsidP="002E2C01" w:rsidRDefault="002E2C01" w14:paraId="4CDAB5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:rsidRPr="002E2C01" w:rsidR="002E2C01" w:rsidP="00E30329" w:rsidRDefault="002E2C01" w14:paraId="7D7DF62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:rsidRPr="002E2C01" w:rsidR="002E2C01" w:rsidP="00E30329" w:rsidRDefault="002E2C01" w14:paraId="64583CB5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Pr="009C54AE" w:rsidR="00F0500D" w:rsidTr="581A4538" w14:paraId="35B14B7E" w14:textId="77777777">
        <w:tc>
          <w:tcPr>
            <w:tcW w:w="1681" w:type="dxa"/>
          </w:tcPr>
          <w:p w:rsidRPr="009C54AE" w:rsidR="00F0500D" w:rsidP="00F0500D" w:rsidRDefault="00F0500D" w14:paraId="251833F5" w14:textId="04A770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E6563D" w:rsidR="00F0500D" w:rsidP="00F0500D" w:rsidRDefault="00F0500D" w14:paraId="2C8E0603" w14:textId="268CAF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2E2C01" w:rsidR="00F0500D" w:rsidP="00F0500D" w:rsidRDefault="00F0500D" w14:paraId="5F8969EB" w14:textId="7E38F75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:rsidRPr="009C54AE" w:rsidR="0085747A" w:rsidP="009C54AE" w:rsidRDefault="0085747A" w14:paraId="3662C7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697009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9FDD4B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9D6CEC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F1050" w:rsidTr="0094460F" w14:paraId="2FCCC9F9" w14:textId="77777777">
        <w:tc>
          <w:tcPr>
            <w:tcW w:w="9520" w:type="dxa"/>
          </w:tcPr>
          <w:p w:rsidRPr="009C54AE" w:rsidR="00BF1050" w:rsidP="0094460F" w:rsidRDefault="00BF1050" w14:paraId="40F91CA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F1050" w:rsidTr="0094460F" w14:paraId="1ACE0A0A" w14:textId="77777777">
        <w:tc>
          <w:tcPr>
            <w:tcW w:w="9520" w:type="dxa"/>
          </w:tcPr>
          <w:p w:rsidRPr="00C65F1C" w:rsidR="00BF1050" w:rsidP="0094460F" w:rsidRDefault="00BF1050" w14:paraId="5E6D1BB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1050" w:rsidTr="0094460F" w14:paraId="2A18C32A" w14:textId="77777777">
        <w:tc>
          <w:tcPr>
            <w:tcW w:w="9520" w:type="dxa"/>
          </w:tcPr>
          <w:p w:rsidRPr="00C65F1C" w:rsidR="00BF1050" w:rsidP="0094460F" w:rsidRDefault="00BF1050" w14:paraId="6D63D61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1050" w:rsidTr="0094460F" w14:paraId="189537A8" w14:textId="77777777">
        <w:tc>
          <w:tcPr>
            <w:tcW w:w="9520" w:type="dxa"/>
          </w:tcPr>
          <w:p w:rsidRPr="00C65F1C" w:rsidR="00BF1050" w:rsidP="0094460F" w:rsidRDefault="00BF1050" w14:paraId="1303EC8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1050" w:rsidTr="0094460F" w14:paraId="18CE85EA" w14:textId="77777777">
        <w:tc>
          <w:tcPr>
            <w:tcW w:w="9520" w:type="dxa"/>
          </w:tcPr>
          <w:p w:rsidRPr="00C65F1C" w:rsidR="00BF1050" w:rsidP="0094460F" w:rsidRDefault="00BF1050" w14:paraId="2F84E8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1050" w:rsidTr="0094460F" w14:paraId="4416579C" w14:textId="77777777">
        <w:tc>
          <w:tcPr>
            <w:tcW w:w="9520" w:type="dxa"/>
          </w:tcPr>
          <w:p w:rsidRPr="00C65F1C" w:rsidR="00BF1050" w:rsidP="0094460F" w:rsidRDefault="00BF1050" w14:paraId="45F4315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1050" w:rsidTr="0094460F" w14:paraId="34D31274" w14:textId="77777777">
        <w:tc>
          <w:tcPr>
            <w:tcW w:w="9520" w:type="dxa"/>
          </w:tcPr>
          <w:p w:rsidRPr="00C65F1C" w:rsidR="00BF1050" w:rsidP="0094460F" w:rsidRDefault="00BF1050" w14:paraId="282BD69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Pr="009C54AE" w:rsidR="00BF1050" w:rsidTr="0094460F" w14:paraId="2AFC2200" w14:textId="77777777">
        <w:tc>
          <w:tcPr>
            <w:tcW w:w="9520" w:type="dxa"/>
          </w:tcPr>
          <w:p w:rsidRPr="00C65F1C" w:rsidR="00BF1050" w:rsidP="0094460F" w:rsidRDefault="00BF1050" w14:paraId="2077B23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1050" w:rsidTr="0094460F" w14:paraId="165E7BFA" w14:textId="77777777">
        <w:tc>
          <w:tcPr>
            <w:tcW w:w="9520" w:type="dxa"/>
          </w:tcPr>
          <w:p w:rsidRPr="00C65F1C" w:rsidR="00BF1050" w:rsidP="0094460F" w:rsidRDefault="00BF1050" w14:paraId="25B11AD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:rsidR="0085747A" w:rsidP="009C54AE" w:rsidRDefault="0085747A" w14:paraId="327C3924" w14:textId="50EE7D1D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E1E74" w:rsidP="009C54AE" w:rsidRDefault="00FE1E74" w14:paraId="6842A67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2A8F8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751A82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F32C5" w:rsidTr="0094460F" w14:paraId="5A773C31" w14:textId="77777777">
        <w:tc>
          <w:tcPr>
            <w:tcW w:w="9520" w:type="dxa"/>
          </w:tcPr>
          <w:p w:rsidRPr="009C54AE" w:rsidR="00BF32C5" w:rsidP="0094460F" w:rsidRDefault="00BF32C5" w14:paraId="5A6E747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F32C5" w:rsidTr="0094460F" w14:paraId="4748E49B" w14:textId="77777777">
        <w:tc>
          <w:tcPr>
            <w:tcW w:w="9520" w:type="dxa"/>
          </w:tcPr>
          <w:p w:rsidRPr="00C65F1C" w:rsidR="00BF32C5" w:rsidP="0094460F" w:rsidRDefault="00BF32C5" w14:paraId="2B4D15C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38FF3118" w14:textId="77777777">
        <w:tc>
          <w:tcPr>
            <w:tcW w:w="9520" w:type="dxa"/>
          </w:tcPr>
          <w:p w:rsidRPr="00C65F1C" w:rsidR="00BF32C5" w:rsidP="0094460F" w:rsidRDefault="00BF32C5" w14:paraId="5276F76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17FF5DB6" w14:textId="77777777">
        <w:tc>
          <w:tcPr>
            <w:tcW w:w="9520" w:type="dxa"/>
          </w:tcPr>
          <w:p w:rsidRPr="00E42D65" w:rsidR="00BF32C5" w:rsidP="0094460F" w:rsidRDefault="00BF32C5" w14:paraId="310B426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Pr="009C54AE" w:rsidR="00BF32C5" w:rsidTr="0094460F" w14:paraId="293E191A" w14:textId="77777777">
        <w:tc>
          <w:tcPr>
            <w:tcW w:w="9520" w:type="dxa"/>
          </w:tcPr>
          <w:p w:rsidRPr="00C65F1C" w:rsidR="00BF32C5" w:rsidP="0094460F" w:rsidRDefault="00BF32C5" w14:paraId="3ABABEF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48D2BED6" w14:textId="77777777">
        <w:tc>
          <w:tcPr>
            <w:tcW w:w="9520" w:type="dxa"/>
          </w:tcPr>
          <w:p w:rsidRPr="00C65F1C" w:rsidR="00BF32C5" w:rsidP="0094460F" w:rsidRDefault="00BF32C5" w14:paraId="4E55B37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2B4D3037" w14:textId="77777777">
        <w:tc>
          <w:tcPr>
            <w:tcW w:w="9520" w:type="dxa"/>
          </w:tcPr>
          <w:p w:rsidRPr="009968D9" w:rsidR="00BF32C5" w:rsidP="0094460F" w:rsidRDefault="00BF32C5" w14:paraId="57EFF31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5E5E9F90" w14:textId="77777777">
        <w:tc>
          <w:tcPr>
            <w:tcW w:w="9520" w:type="dxa"/>
          </w:tcPr>
          <w:p w:rsidRPr="009968D9" w:rsidR="00BF32C5" w:rsidP="0094460F" w:rsidRDefault="00BF32C5" w14:paraId="4B3F81A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2C2B4214" w14:textId="77777777">
        <w:tc>
          <w:tcPr>
            <w:tcW w:w="9520" w:type="dxa"/>
          </w:tcPr>
          <w:p w:rsidRPr="00C65F1C" w:rsidR="00BF32C5" w:rsidP="0094460F" w:rsidRDefault="00BF32C5" w14:paraId="6F1C4FB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20EB3BD6" w14:textId="77777777">
        <w:tc>
          <w:tcPr>
            <w:tcW w:w="9520" w:type="dxa"/>
          </w:tcPr>
          <w:p w:rsidRPr="00C65F1C" w:rsidR="00BF32C5" w:rsidP="0094460F" w:rsidRDefault="00BF32C5" w14:paraId="1292B30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27A35C58" w14:textId="77777777">
        <w:tc>
          <w:tcPr>
            <w:tcW w:w="9520" w:type="dxa"/>
          </w:tcPr>
          <w:p w:rsidRPr="00C65F1C" w:rsidR="00BF32C5" w:rsidP="0094460F" w:rsidRDefault="00BF32C5" w14:paraId="7B6332D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2EB35D0C" w14:textId="77777777">
        <w:tc>
          <w:tcPr>
            <w:tcW w:w="9520" w:type="dxa"/>
          </w:tcPr>
          <w:p w:rsidRPr="00C65F1C" w:rsidR="00BF32C5" w:rsidP="0094460F" w:rsidRDefault="00BF32C5" w14:paraId="411A72D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F32C5" w:rsidTr="0094460F" w14:paraId="116BB889" w14:textId="77777777">
        <w:tc>
          <w:tcPr>
            <w:tcW w:w="9520" w:type="dxa"/>
          </w:tcPr>
          <w:p w:rsidRPr="00E42D65" w:rsidR="00BF32C5" w:rsidP="0094460F" w:rsidRDefault="00BF32C5" w14:paraId="320553C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BF32C5" w:rsidTr="0094460F" w14:paraId="63169562" w14:textId="77777777">
        <w:tc>
          <w:tcPr>
            <w:tcW w:w="9520" w:type="dxa"/>
          </w:tcPr>
          <w:p w:rsidRPr="00E42D65" w:rsidR="00BF32C5" w:rsidP="0094460F" w:rsidRDefault="00BF32C5" w14:paraId="6C931EE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BF32C5" w:rsidTr="0094460F" w14:paraId="2F897334" w14:textId="77777777">
        <w:tc>
          <w:tcPr>
            <w:tcW w:w="9520" w:type="dxa"/>
          </w:tcPr>
          <w:p w:rsidRPr="00E42D65" w:rsidR="00BF32C5" w:rsidP="0094460F" w:rsidRDefault="00BF32C5" w14:paraId="746DB36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hAnsi="MS Mincho" w:eastAsia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hAnsi="MS Mincho" w:eastAsia="MS Mincho" w:cs="MS Mincho"/>
                <w:sz w:val="24"/>
                <w:szCs w:val="24"/>
              </w:rPr>
              <w:t> </w:t>
            </w:r>
          </w:p>
        </w:tc>
      </w:tr>
      <w:tr w:rsidRPr="009C54AE" w:rsidR="00BF32C5" w:rsidTr="0094460F" w14:paraId="1C682FE2" w14:textId="77777777">
        <w:tc>
          <w:tcPr>
            <w:tcW w:w="9520" w:type="dxa"/>
          </w:tcPr>
          <w:p w:rsidRPr="00C65F1C" w:rsidR="00BF32C5" w:rsidP="0094460F" w:rsidRDefault="00BF32C5" w14:paraId="47156FA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E185F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8181B1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FD334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18BAB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2C01" w:rsidP="581A4538" w:rsidRDefault="002E2C01" w14:paraId="4632B4DD" w14:textId="35D94D3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Pr="581A4538" w:rsidR="420E564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:rsidRPr="002E2C01" w:rsidR="00E960BB" w:rsidP="001A26B0" w:rsidRDefault="002E2C01" w14:paraId="2251621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1A26B0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 w:rsidR="001A26B0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Pr="009F1407" w:rsidR="001A26B0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272DFE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2A9A99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7F618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714B2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00AA7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3BB13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581A4538" w14:paraId="6CC0F6A8" w14:textId="77777777">
        <w:tc>
          <w:tcPr>
            <w:tcW w:w="1962" w:type="dxa"/>
            <w:vAlign w:val="center"/>
          </w:tcPr>
          <w:p w:rsidRPr="009C54AE" w:rsidR="0085747A" w:rsidP="009C54AE" w:rsidRDefault="0071620A" w14:paraId="6AF0A5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2D1884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09B36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D8324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B1557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2E2C01" w:rsidTr="581A4538" w14:paraId="647BD2F1" w14:textId="77777777">
        <w:tc>
          <w:tcPr>
            <w:tcW w:w="1962" w:type="dxa"/>
          </w:tcPr>
          <w:p w:rsidRPr="009C54AE" w:rsidR="002E2C01" w:rsidP="002E2C01" w:rsidRDefault="002E2C01" w14:paraId="41C385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Pr="00603281" w:rsidR="002E2C01" w:rsidP="00171336" w:rsidRDefault="00E30329" w14:paraId="04D2B935" w14:textId="1E5C01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:rsidRPr="002E2C01" w:rsidR="002E2C01" w:rsidP="00E30329" w:rsidRDefault="00E30329" w14:paraId="2317D60F" w14:textId="0C5F5261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581A4538" w14:paraId="7ADFEC94" w14:textId="77777777">
        <w:tc>
          <w:tcPr>
            <w:tcW w:w="1962" w:type="dxa"/>
          </w:tcPr>
          <w:p w:rsidRPr="009C54AE" w:rsidR="002E2C01" w:rsidP="002E2C01" w:rsidRDefault="002E2C01" w14:paraId="7D584B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03281" w:rsidR="002E2C01" w:rsidP="581A4538" w:rsidRDefault="00E30329" w14:paraId="3F443A51" w14:textId="685B0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:rsidRPr="002E2C01" w:rsidR="002E2C01" w:rsidP="00E30329" w:rsidRDefault="00E30329" w14:paraId="377E145C" w14:textId="3DD6A6B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581A4538" w14:paraId="1DF1165C" w14:textId="77777777">
        <w:tc>
          <w:tcPr>
            <w:tcW w:w="1962" w:type="dxa"/>
          </w:tcPr>
          <w:p w:rsidRPr="009C54AE" w:rsidR="002E2C01" w:rsidP="002E2C01" w:rsidRDefault="002E2C01" w14:paraId="7B83DD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603281" w:rsidR="002E2C01" w:rsidP="00171336" w:rsidRDefault="00E30329" w14:paraId="0CE1F5CB" w14:textId="2D82ED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:rsidRPr="009C54AE" w:rsidR="002E2C01" w:rsidP="00E30329" w:rsidRDefault="00E30329" w14:paraId="539F3640" w14:textId="207FDC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8A465A" w:rsidTr="581A4538" w14:paraId="058E9DCA" w14:textId="77777777">
        <w:tc>
          <w:tcPr>
            <w:tcW w:w="1962" w:type="dxa"/>
          </w:tcPr>
          <w:p w:rsidRPr="009C54AE" w:rsidR="008A465A" w:rsidP="008A465A" w:rsidRDefault="008A465A" w14:paraId="33CC4358" w14:textId="42DB98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603281" w:rsidR="008A465A" w:rsidP="008A465A" w:rsidRDefault="008A465A" w14:paraId="3E4054E5" w14:textId="7D7A94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:rsidR="008A465A" w:rsidP="008A465A" w:rsidRDefault="008A465A" w14:paraId="4505AB6F" w14:textId="62A982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23FD2B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2700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DCF08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09CDE85" w14:paraId="1A4DD506" w14:textId="77777777">
        <w:tc>
          <w:tcPr>
            <w:tcW w:w="9670" w:type="dxa"/>
            <w:tcMar/>
          </w:tcPr>
          <w:p w:rsidRPr="002537CD" w:rsidR="0085747A" w:rsidP="001648EB" w:rsidRDefault="001648EB" w14:paraId="52873E23" w14:textId="46DE212F">
            <w:pPr>
              <w:spacing w:after="0" w:line="240" w:lineRule="auto"/>
              <w:jc w:val="both"/>
            </w:pPr>
            <w:r w:rsidRPr="709CDE85" w:rsidR="709CDE85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ćwiczeń jest wypadkową:</w:t>
            </w:r>
          </w:p>
          <w:p w:rsidRPr="002537CD" w:rsidR="0085747A" w:rsidP="001648EB" w:rsidRDefault="001648EB" w14:paraId="1BB27374" w14:textId="0964F41A">
            <w:pPr>
              <w:spacing w:after="0" w:line="240" w:lineRule="auto"/>
              <w:jc w:val="both"/>
            </w:pPr>
            <w:r w:rsidRPr="709CDE85" w:rsidR="709CDE85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pracy pisemnej, na ocenę pozytywną student musi uzyskać 51% wym</w:t>
            </w:r>
            <w:r w:rsidRPr="709CDE85" w:rsidR="709CDE85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aganych punktów,</w:t>
            </w:r>
            <w:r w:rsidRPr="709CDE85" w:rsidR="709CDE85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  <w:p w:rsidRPr="002537CD" w:rsidR="0085747A" w:rsidP="001648EB" w:rsidRDefault="001648EB" w14:paraId="0C43928A" w14:textId="4D4D6441">
            <w:pPr>
              <w:spacing w:after="0" w:line="240" w:lineRule="auto"/>
              <w:jc w:val="both"/>
            </w:pPr>
            <w:r w:rsidRPr="709CDE85" w:rsidR="709CDE85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 a także prac indywidualnych i zespołowych oraz obecności na zajęciach.</w:t>
            </w:r>
          </w:p>
          <w:p w:rsidRPr="002537CD" w:rsidR="0085747A" w:rsidP="709CDE85" w:rsidRDefault="001648EB" w14:paraId="6A92BC47" w14:textId="7E1912A6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709CDE85" w:rsidR="709CDE85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:rsidRPr="009C54AE" w:rsidR="0085747A" w:rsidP="009C54AE" w:rsidRDefault="0085747A" w14:paraId="36F209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E71567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D0E5A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EBB708B" w14:textId="77777777">
        <w:tc>
          <w:tcPr>
            <w:tcW w:w="4962" w:type="dxa"/>
            <w:vAlign w:val="center"/>
          </w:tcPr>
          <w:p w:rsidRPr="009C54AE" w:rsidR="0085747A" w:rsidP="009C54AE" w:rsidRDefault="00C61DC5" w14:paraId="0AB5FA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24651C4" w14:textId="7452C6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93BD955" w14:textId="77777777">
        <w:tc>
          <w:tcPr>
            <w:tcW w:w="4962" w:type="dxa"/>
          </w:tcPr>
          <w:p w:rsidRPr="009C54AE" w:rsidR="0085747A" w:rsidP="009C54AE" w:rsidRDefault="00C61DC5" w14:paraId="57D962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27BDF" w:rsidRDefault="00D70A10" w14:paraId="4991CB94" w14:textId="62B5E7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9C54AE" w:rsidR="00C61DC5" w:rsidTr="00923D7D" w14:paraId="48FC227D" w14:textId="77777777">
        <w:tc>
          <w:tcPr>
            <w:tcW w:w="4962" w:type="dxa"/>
          </w:tcPr>
          <w:p w:rsidRPr="009C54AE" w:rsidR="00C61DC5" w:rsidP="009C54AE" w:rsidRDefault="00C61DC5" w14:paraId="080D99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CCC54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27BDF" w:rsidRDefault="00027BDF" w14:paraId="15C887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37D0DD83" w14:textId="77777777">
        <w:tc>
          <w:tcPr>
            <w:tcW w:w="4962" w:type="dxa"/>
          </w:tcPr>
          <w:p w:rsidRPr="009C54AE" w:rsidR="00C61DC5" w:rsidP="0090218C" w:rsidRDefault="00C61DC5" w14:paraId="78D203FE" w14:textId="09BD33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Pr="009C54AE" w:rsidR="00C61DC5" w:rsidP="00027BDF" w:rsidRDefault="00D70A10" w14:paraId="2BF02BE6" w14:textId="65E817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Pr="009C54AE" w:rsidR="0085747A" w:rsidTr="00923D7D" w14:paraId="4930E27A" w14:textId="77777777">
        <w:tc>
          <w:tcPr>
            <w:tcW w:w="4962" w:type="dxa"/>
          </w:tcPr>
          <w:p w:rsidRPr="009C54AE" w:rsidR="0085747A" w:rsidP="009C54AE" w:rsidRDefault="0085747A" w14:paraId="62CEC4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27BDF" w:rsidRDefault="00D70A10" w14:paraId="3166A0BB" w14:textId="06C6F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1A986B57" w14:textId="77777777">
        <w:tc>
          <w:tcPr>
            <w:tcW w:w="4962" w:type="dxa"/>
          </w:tcPr>
          <w:p w:rsidRPr="009C54AE" w:rsidR="0085747A" w:rsidP="009C54AE" w:rsidRDefault="0085747A" w14:paraId="736D33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27BDF" w:rsidRDefault="00D70A10" w14:paraId="3F50D216" w14:textId="0F9607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45A97C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27ECA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532069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B33D4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E30329" w14:paraId="413B69C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E6A51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32714E" w:rsidRDefault="0032714E" w14:paraId="1FD17327" w14:textId="7AE67F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30329" w14:paraId="4A028F7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F568D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2714E" w:rsidRDefault="0032714E" w14:paraId="568511A3" w14:textId="77A527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F471F6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68D65D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9891A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F4923AF" w14:paraId="6B301B3B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5BBA99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501E7" w:rsidR="00704CA0" w:rsidP="00704CA0" w:rsidRDefault="004D6FEA" w14:paraId="209355BA" w14:textId="523903C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D078C8" w:rsidP="00D078C8" w:rsidRDefault="004D6FEA" w14:paraId="4F4C7625" w14:textId="22149951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704CA0" w:rsidP="00D078C8" w:rsidRDefault="004D6FEA" w14:paraId="435D3E69" w14:textId="417C0A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Pr="009C54AE" w:rsidR="0085747A" w:rsidTr="0F4923AF" w14:paraId="591521BE" w14:textId="77777777">
        <w:trPr>
          <w:trHeight w:val="397"/>
        </w:trPr>
        <w:tc>
          <w:tcPr>
            <w:tcW w:w="5000" w:type="pct"/>
          </w:tcPr>
          <w:p w:rsidR="0085747A" w:rsidP="2CFA6E73" w:rsidRDefault="0085747A" w14:paraId="2F91A58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2CFA6E73">
              <w:rPr>
                <w:rFonts w:ascii="Corbel" w:hAnsi="Corbel" w:eastAsia="Corbel" w:cs="Corbel"/>
                <w:b w:val="0"/>
                <w:smallCaps w:val="0"/>
              </w:rPr>
              <w:t xml:space="preserve">Literatura uzupełniająca: </w:t>
            </w:r>
          </w:p>
          <w:p w:rsidR="00704CA0" w:rsidP="2CFA6E73" w:rsidRDefault="004D6FEA" w14:paraId="01876ED5" w14:textId="6675760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1.</w:t>
            </w:r>
            <w:r w:rsidRPr="2CFA6E73" w:rsidR="00704CA0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:rsidRPr="00D078C8" w:rsidR="00D078C8" w:rsidP="0F4923AF" w:rsidRDefault="004D6FEA" w14:paraId="5FD9D0C8" w14:textId="58FE0410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2.</w:t>
            </w:r>
            <w:r w:rsidRPr="0F4923AF" w:rsidR="00D078C8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:rsidRPr="00D078C8" w:rsidR="00D078C8" w:rsidP="0F4923AF" w:rsidRDefault="609AE718" w14:paraId="43B3857F" w14:textId="30FEC66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Pr="0F4923AF" w:rsidR="5544E73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:rsidRPr="009C54AE" w:rsidR="0085747A" w:rsidP="009C54AE" w:rsidRDefault="0085747A" w14:paraId="1ABC5B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716CE8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0FDC51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6D67" w:rsidP="00C16ABF" w:rsidRDefault="005B6D67" w14:paraId="48AE9B65" w14:textId="77777777">
      <w:pPr>
        <w:spacing w:after="0" w:line="240" w:lineRule="auto"/>
      </w:pPr>
      <w:r>
        <w:separator/>
      </w:r>
    </w:p>
  </w:endnote>
  <w:endnote w:type="continuationSeparator" w:id="0">
    <w:p w:rsidR="005B6D67" w:rsidP="00C16ABF" w:rsidRDefault="005B6D67" w14:paraId="384C085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6D67" w:rsidP="00C16ABF" w:rsidRDefault="005B6D67" w14:paraId="662995A1" w14:textId="77777777">
      <w:pPr>
        <w:spacing w:after="0" w:line="240" w:lineRule="auto"/>
      </w:pPr>
      <w:r>
        <w:separator/>
      </w:r>
    </w:p>
  </w:footnote>
  <w:footnote w:type="continuationSeparator" w:id="0">
    <w:p w:rsidR="005B6D67" w:rsidP="00C16ABF" w:rsidRDefault="005B6D67" w14:paraId="0C59140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186765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EB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3FB1"/>
    <w:rsid w:val="00346FE9"/>
    <w:rsid w:val="0034759A"/>
    <w:rsid w:val="003503F6"/>
    <w:rsid w:val="003530DD"/>
    <w:rsid w:val="00363F78"/>
    <w:rsid w:val="00364407"/>
    <w:rsid w:val="003A0A5B"/>
    <w:rsid w:val="003A1176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D67"/>
    <w:rsid w:val="005C080F"/>
    <w:rsid w:val="005C55E5"/>
    <w:rsid w:val="005C696A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18AA"/>
    <w:rsid w:val="0071620A"/>
    <w:rsid w:val="00724677"/>
    <w:rsid w:val="00725459"/>
    <w:rsid w:val="00731D2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A465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085A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5A17"/>
    <w:rsid w:val="00A00ECC"/>
    <w:rsid w:val="00A155EE"/>
    <w:rsid w:val="00A2245B"/>
    <w:rsid w:val="00A25910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63"/>
    <w:rsid w:val="00B3130B"/>
    <w:rsid w:val="00B40ADB"/>
    <w:rsid w:val="00B43B77"/>
    <w:rsid w:val="00B43E80"/>
    <w:rsid w:val="00B478F5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050"/>
    <w:rsid w:val="00BF2C41"/>
    <w:rsid w:val="00BF32C5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0A10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3842"/>
    <w:rsid w:val="00EC4899"/>
    <w:rsid w:val="00ED03AB"/>
    <w:rsid w:val="00ED32D2"/>
    <w:rsid w:val="00EE288B"/>
    <w:rsid w:val="00EE2A04"/>
    <w:rsid w:val="00EE32DE"/>
    <w:rsid w:val="00EE5457"/>
    <w:rsid w:val="00F0500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E1E74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09CDE85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pple-converted-space" w:customStyle="1">
    <w:name w:val="apple-converted-space"/>
    <w:basedOn w:val="Domylnaczcionkaakapitu"/>
    <w:rsid w:val="002537CD"/>
  </w:style>
  <w:style w:type="paragraph" w:styleId="paragraph" w:customStyle="1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90218C"/>
  </w:style>
  <w:style w:type="character" w:styleId="spellingerror" w:customStyle="1">
    <w:name w:val="spellingerror"/>
    <w:basedOn w:val="Domylnaczcionkaakapitu"/>
    <w:rsid w:val="0090218C"/>
  </w:style>
  <w:style w:type="character" w:styleId="eop" w:customStyle="1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21DEC3-5863-4941-9E59-358335D666BD}"/>
</file>

<file path=customXml/itemProps3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7691D8-1DAE-4903-BB47-71EC97FAFE4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49</revision>
  <lastPrinted>2019-02-06T12:12:00.0000000Z</lastPrinted>
  <dcterms:created xsi:type="dcterms:W3CDTF">2020-10-18T14:22:00.0000000Z</dcterms:created>
  <dcterms:modified xsi:type="dcterms:W3CDTF">2022-06-01T05:24:02.6484312Z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